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0"/>
      </w:tblGrid>
      <w:tr w:rsidR="001C07C5" w:rsidRPr="004965F6" w14:paraId="314DDE40" w14:textId="77777777" w:rsidTr="00910AC6">
        <w:tc>
          <w:tcPr>
            <w:tcW w:w="9900" w:type="dxa"/>
            <w:shd w:val="clear" w:color="auto" w:fill="00FF00"/>
          </w:tcPr>
          <w:p w14:paraId="59A3A2F8" w14:textId="77777777" w:rsidR="008460B1" w:rsidRPr="008460B1" w:rsidRDefault="008460B1" w:rsidP="008460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de-DE"/>
              </w:rPr>
            </w:pPr>
            <w:r w:rsidRPr="008460B1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de-DE"/>
              </w:rPr>
              <w:t xml:space="preserve">OBLIGATORISCH </w:t>
            </w:r>
          </w:p>
          <w:p w14:paraId="75AFF3F5" w14:textId="77777777" w:rsidR="004A472B" w:rsidRDefault="004A472B" w:rsidP="008460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</w:p>
          <w:p w14:paraId="7A2F0579" w14:textId="77777777" w:rsidR="008460B1" w:rsidRPr="008460B1" w:rsidRDefault="004A472B" w:rsidP="008460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  <w:r w:rsidRPr="004A472B"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>Kleinst- sowie kleine und mittlere Unternehmen (KMU) und Bietergemein¬schaften oder gewöhnliche Konsortien, die ausschließlich aus Kleinst-, kleinen und mittleren Unternehmen bestehen, sind von der Abgabe der Verpflichtungserklärung gemäß Art. 93 Abs. 8 GvD Nr. 50/2016 befreit.</w:t>
            </w:r>
          </w:p>
          <w:p w14:paraId="78F1DC61" w14:textId="77777777" w:rsidR="008460B1" w:rsidRPr="008460B1" w:rsidRDefault="008460B1" w:rsidP="008460B1">
            <w:pPr>
              <w:tabs>
                <w:tab w:val="left" w:pos="9072"/>
              </w:tabs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val="de-DE"/>
              </w:rPr>
            </w:pPr>
            <w:r w:rsidRPr="008460B1">
              <w:rPr>
                <w:rFonts w:ascii="Arial" w:hAnsi="Arial" w:cs="Arial"/>
                <w:b/>
                <w:sz w:val="22"/>
                <w:szCs w:val="22"/>
                <w:u w:val="single"/>
                <w:lang w:val="de-DE"/>
              </w:rPr>
              <w:t xml:space="preserve">Es wird darauf hingewiesen, dass im Falle eines Widerspruches zwischen den folgenden Klauseln und den Klauseln in den Ausschreibungsbedingungen auf jedem Fall die Klauseln in den Ausschreibungsbedingungen Vorrang haben. </w:t>
            </w:r>
          </w:p>
          <w:p w14:paraId="71A064F4" w14:textId="77777777" w:rsidR="008460B1" w:rsidRPr="008460B1" w:rsidRDefault="008460B1" w:rsidP="008460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</w:p>
        </w:tc>
      </w:tr>
    </w:tbl>
    <w:p w14:paraId="13540F99" w14:textId="77777777" w:rsidR="001C07C5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p w14:paraId="318E4BDE" w14:textId="77777777" w:rsidR="001C07C5" w:rsidRPr="004965F6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p w14:paraId="3B0152C6" w14:textId="77777777" w:rsidR="001C07C5" w:rsidRPr="004A472B" w:rsidRDefault="001C07C5" w:rsidP="001C07C5">
      <w:pPr>
        <w:spacing w:line="240" w:lineRule="exact"/>
        <w:ind w:right="-4"/>
        <w:jc w:val="center"/>
        <w:rPr>
          <w:rFonts w:ascii="Arial" w:hAnsi="Arial" w:cs="Arial"/>
          <w:color w:val="FF0000"/>
          <w:sz w:val="28"/>
          <w:szCs w:val="28"/>
        </w:rPr>
      </w:pPr>
      <w:r w:rsidRPr="004A472B">
        <w:rPr>
          <w:rFonts w:ascii="Arial" w:hAnsi="Arial" w:cs="Arial"/>
          <w:color w:val="FF0000"/>
          <w:sz w:val="28"/>
          <w:szCs w:val="28"/>
        </w:rPr>
        <w:t>Briefkopf des Antragstellers</w:t>
      </w:r>
    </w:p>
    <w:p w14:paraId="3CD14893" w14:textId="77777777"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p w14:paraId="20A3EA0C" w14:textId="77777777"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tbl>
      <w:tblPr>
        <w:tblW w:w="9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67"/>
        <w:gridCol w:w="4797"/>
      </w:tblGrid>
      <w:tr w:rsidR="001C07C5" w14:paraId="697B52EF" w14:textId="77777777" w:rsidTr="004407A2">
        <w:trPr>
          <w:cantSplit/>
        </w:trPr>
        <w:tc>
          <w:tcPr>
            <w:tcW w:w="4536" w:type="dxa"/>
          </w:tcPr>
          <w:p w14:paraId="4B569EFB" w14:textId="77777777" w:rsidR="001C07C5" w:rsidRPr="004A472B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14:paraId="551DEE1B" w14:textId="77777777" w:rsidR="001C07C5" w:rsidRPr="004A472B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 w:val="restart"/>
          </w:tcPr>
          <w:p w14:paraId="7844635D" w14:textId="77777777" w:rsidR="001C07C5" w:rsidRDefault="001C07C5" w:rsidP="004407A2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Agentur für die Verfahren und die Aufsicht im Bereich öffentliche Bau-, Dienstleistungs- und Lieferaufträge</w:t>
            </w:r>
          </w:p>
          <w:p w14:paraId="3CA5DAAC" w14:textId="77777777" w:rsidR="001C07C5" w:rsidRDefault="001C07C5" w:rsidP="004407A2">
            <w:pPr>
              <w:spacing w:line="240" w:lineRule="exact"/>
              <w:ind w:right="-539"/>
              <w:rPr>
                <w:rFonts w:ascii="Arial" w:hAnsi="Arial" w:cs="Arial"/>
                <w:noProof/>
                <w:lang w:val="de-DE" w:eastAsia="en-US"/>
              </w:rPr>
            </w:pPr>
          </w:p>
          <w:p w14:paraId="41C2DBFD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noProof/>
                <w:lang w:val="de-DE" w:eastAsia="en-US"/>
              </w:rPr>
            </w:pPr>
            <w:r>
              <w:rPr>
                <w:rFonts w:ascii="Arial" w:hAnsi="Arial" w:cs="Arial"/>
                <w:noProof/>
                <w:lang w:val="de-DE" w:eastAsia="en-US"/>
              </w:rPr>
              <w:t>39100 Bozen</w:t>
            </w:r>
          </w:p>
          <w:p w14:paraId="6B7E5B24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u w:val="single"/>
                <w:lang w:val="de-DE" w:eastAsia="en-US"/>
              </w:rPr>
            </w:pPr>
          </w:p>
        </w:tc>
      </w:tr>
      <w:tr w:rsidR="001C07C5" w14:paraId="57E976AE" w14:textId="77777777" w:rsidTr="004407A2">
        <w:trPr>
          <w:cantSplit/>
        </w:trPr>
        <w:tc>
          <w:tcPr>
            <w:tcW w:w="4536" w:type="dxa"/>
          </w:tcPr>
          <w:p w14:paraId="3B299987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14:paraId="45F3AFCD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14:paraId="30AC2A8F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14:paraId="50778B84" w14:textId="77777777" w:rsidTr="004407A2">
        <w:trPr>
          <w:cantSplit/>
        </w:trPr>
        <w:tc>
          <w:tcPr>
            <w:tcW w:w="4536" w:type="dxa"/>
          </w:tcPr>
          <w:p w14:paraId="327ADD09" w14:textId="77777777" w:rsidR="001C07C5" w:rsidRDefault="00055A14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4F4D6CB1" wp14:editId="684FA175">
                      <wp:simplePos x="0" y="0"/>
                      <wp:positionH relativeFrom="column">
                        <wp:posOffset>-720090</wp:posOffset>
                      </wp:positionH>
                      <wp:positionV relativeFrom="page">
                        <wp:posOffset>3600450</wp:posOffset>
                      </wp:positionV>
                      <wp:extent cx="360045" cy="0"/>
                      <wp:effectExtent l="9525" t="9525" r="11430" b="952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0045" cy="0"/>
                              </a:xfrm>
                              <a:prstGeom prst="line">
                                <a:avLst/>
                              </a:prstGeom>
                              <a:noFill/>
                              <a:ln w="762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42F80C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6.7pt,283.5pt" to="-28.3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" o:allowincell="f" strokecolor="gray" strokeweight=".6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67" w:type="dxa"/>
          </w:tcPr>
          <w:p w14:paraId="2E7E645C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14:paraId="41DCD8D7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14:paraId="5CDDF617" w14:textId="77777777" w:rsidTr="004407A2">
        <w:trPr>
          <w:cantSplit/>
        </w:trPr>
        <w:tc>
          <w:tcPr>
            <w:tcW w:w="4536" w:type="dxa"/>
          </w:tcPr>
          <w:p w14:paraId="153037DF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14:paraId="75DC3595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14:paraId="1C009196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14:paraId="2EFE66BF" w14:textId="77777777" w:rsidTr="004407A2">
        <w:trPr>
          <w:cantSplit/>
        </w:trPr>
        <w:tc>
          <w:tcPr>
            <w:tcW w:w="4536" w:type="dxa"/>
            <w:vMerge w:val="restart"/>
          </w:tcPr>
          <w:p w14:paraId="4A36BEF3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14:paraId="31484E04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14:paraId="3DE5ABD9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14:paraId="21EA8D28" w14:textId="77777777" w:rsidTr="004407A2">
        <w:trPr>
          <w:cantSplit/>
        </w:trPr>
        <w:tc>
          <w:tcPr>
            <w:tcW w:w="4536" w:type="dxa"/>
            <w:vMerge/>
          </w:tcPr>
          <w:p w14:paraId="70B868BA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8"/>
                <w:szCs w:val="18"/>
                <w:lang w:val="de-DE" w:eastAsia="en-US"/>
              </w:rPr>
            </w:pPr>
          </w:p>
        </w:tc>
        <w:tc>
          <w:tcPr>
            <w:tcW w:w="567" w:type="dxa"/>
          </w:tcPr>
          <w:p w14:paraId="6D96A260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14:paraId="46E031FD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14:paraId="6AE959BC" w14:textId="77777777" w:rsidTr="004407A2">
        <w:trPr>
          <w:cantSplit/>
        </w:trPr>
        <w:tc>
          <w:tcPr>
            <w:tcW w:w="4536" w:type="dxa"/>
            <w:vMerge/>
          </w:tcPr>
          <w:p w14:paraId="3E35EDA1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14:paraId="35EA18DF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14:paraId="70C9059D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14:paraId="1F9970F9" w14:textId="77777777" w:rsidTr="004407A2">
        <w:trPr>
          <w:cantSplit/>
        </w:trPr>
        <w:tc>
          <w:tcPr>
            <w:tcW w:w="4536" w:type="dxa"/>
            <w:vMerge/>
          </w:tcPr>
          <w:p w14:paraId="15246B53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14:paraId="31360387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14:paraId="00322A9D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14:paraId="7FA986D3" w14:textId="77777777" w:rsidTr="004407A2">
        <w:trPr>
          <w:cantSplit/>
        </w:trPr>
        <w:tc>
          <w:tcPr>
            <w:tcW w:w="4536" w:type="dxa"/>
            <w:vMerge/>
          </w:tcPr>
          <w:p w14:paraId="5C8FD32E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14:paraId="14A561F5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14:paraId="27ABAA1B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14:paraId="1CD97BC1" w14:textId="77777777" w:rsidTr="004407A2">
        <w:tc>
          <w:tcPr>
            <w:tcW w:w="4536" w:type="dxa"/>
          </w:tcPr>
          <w:p w14:paraId="25A655A0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</w:tc>
        <w:tc>
          <w:tcPr>
            <w:tcW w:w="567" w:type="dxa"/>
          </w:tcPr>
          <w:p w14:paraId="792F9019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</w:tcPr>
          <w:p w14:paraId="30B7F908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</w:tc>
      </w:tr>
      <w:tr w:rsidR="001C07C5" w14:paraId="586BB939" w14:textId="77777777" w:rsidTr="004407A2">
        <w:tc>
          <w:tcPr>
            <w:tcW w:w="4536" w:type="dxa"/>
          </w:tcPr>
          <w:p w14:paraId="5E6D5867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</w:tc>
        <w:tc>
          <w:tcPr>
            <w:tcW w:w="567" w:type="dxa"/>
          </w:tcPr>
          <w:p w14:paraId="23E55796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</w:tcPr>
          <w:p w14:paraId="305DEC1C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  <w:p w14:paraId="1E37C71D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  <w:p w14:paraId="5CDE6E50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  <w:p w14:paraId="5C3AD78A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</w:tc>
      </w:tr>
      <w:tr w:rsidR="001C07C5" w:rsidRPr="004965F6" w14:paraId="1E2130E8" w14:textId="77777777" w:rsidTr="004407A2">
        <w:tc>
          <w:tcPr>
            <w:tcW w:w="9900" w:type="dxa"/>
            <w:gridSpan w:val="3"/>
            <w:shd w:val="clear" w:color="auto" w:fill="D9D9D9"/>
          </w:tcPr>
          <w:p w14:paraId="37ADB5B8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noProof/>
                <w:vanish/>
                <w:lang w:val="de-DE" w:eastAsia="en-US"/>
              </w:rPr>
            </w:pPr>
            <w:r>
              <w:rPr>
                <w:rFonts w:ascii="Arial" w:hAnsi="Arial" w:cs="Arial"/>
                <w:b/>
                <w:bCs/>
                <w:noProof/>
                <w:lang w:val="de-DE" w:eastAsia="en-US"/>
              </w:rPr>
              <w:t xml:space="preserve">Erklärung </w:t>
            </w:r>
            <w:r w:rsidR="008C39F7">
              <w:rPr>
                <w:rFonts w:ascii="Arial" w:hAnsi="Arial" w:cs="Arial"/>
                <w:b/>
                <w:bCs/>
                <w:noProof/>
                <w:lang w:val="de-DE" w:eastAsia="en-US"/>
              </w:rPr>
              <w:t>im Sinne des</w:t>
            </w:r>
            <w:r>
              <w:rPr>
                <w:rFonts w:ascii="Arial" w:hAnsi="Arial" w:cs="Arial"/>
                <w:b/>
                <w:bCs/>
                <w:noProof/>
                <w:lang w:val="de-DE" w:eastAsia="en-US"/>
              </w:rPr>
              <w:t xml:space="preserve"> Art. 93 Abs. </w:t>
            </w:r>
            <w:r w:rsidR="00AE20F4">
              <w:rPr>
                <w:rFonts w:ascii="Arial" w:hAnsi="Arial" w:cs="Arial"/>
                <w:b/>
                <w:bCs/>
                <w:noProof/>
                <w:lang w:val="de-DE" w:eastAsia="en-US"/>
              </w:rPr>
              <w:t>8</w:t>
            </w:r>
            <w:r>
              <w:rPr>
                <w:rFonts w:ascii="Arial" w:hAnsi="Arial" w:cs="Arial"/>
                <w:b/>
                <w:bCs/>
                <w:noProof/>
                <w:lang w:val="de-DE" w:eastAsia="en-US"/>
              </w:rPr>
              <w:t xml:space="preserve"> </w:t>
            </w:r>
            <w:r w:rsidR="008460B1">
              <w:rPr>
                <w:rFonts w:ascii="Arial" w:hAnsi="Arial" w:cs="Arial"/>
                <w:b/>
                <w:bCs/>
                <w:noProof/>
                <w:lang w:val="de-DE" w:eastAsia="en-US"/>
              </w:rPr>
              <w:t>GvD 50/2016</w:t>
            </w:r>
          </w:p>
        </w:tc>
      </w:tr>
      <w:tr w:rsidR="001C07C5" w:rsidRPr="004965F6" w14:paraId="03006794" w14:textId="77777777" w:rsidTr="004407A2">
        <w:tc>
          <w:tcPr>
            <w:tcW w:w="9900" w:type="dxa"/>
            <w:gridSpan w:val="3"/>
          </w:tcPr>
          <w:p w14:paraId="7A5DFEAF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</w:p>
        </w:tc>
      </w:tr>
      <w:tr w:rsidR="001C07C5" w:rsidRPr="004965F6" w14:paraId="4854F5E3" w14:textId="77777777" w:rsidTr="004407A2">
        <w:tc>
          <w:tcPr>
            <w:tcW w:w="9900" w:type="dxa"/>
            <w:gridSpan w:val="3"/>
          </w:tcPr>
          <w:p w14:paraId="419250BD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</w:p>
          <w:p w14:paraId="05715578" w14:textId="77777777" w:rsidR="004965F6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  <w:r>
              <w:rPr>
                <w:rFonts w:ascii="Arial" w:hAnsi="Arial" w:cs="Arial"/>
                <w:b/>
                <w:bCs/>
                <w:noProof/>
                <w:lang w:val="de-DE" w:eastAsia="en-US"/>
              </w:rPr>
              <w:t>Ausschreibung:</w:t>
            </w:r>
            <w:r w:rsidR="008460B1">
              <w:rPr>
                <w:rFonts w:ascii="Arial" w:hAnsi="Arial" w:cs="Arial"/>
                <w:b/>
                <w:bCs/>
                <w:noProof/>
                <w:lang w:val="de-DE" w:eastAsia="en-US"/>
              </w:rPr>
              <w:t xml:space="preserve"> </w:t>
            </w:r>
          </w:p>
          <w:p w14:paraId="25303071" w14:textId="54C25EF9" w:rsidR="001C07C5" w:rsidRPr="008460B1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  <w:r w:rsidRPr="004965F6">
              <w:rPr>
                <w:rFonts w:ascii="Arial" w:hAnsi="Arial" w:cs="Arial"/>
                <w:b/>
                <w:noProof/>
                <w:lang w:val="de-DE" w:eastAsia="en-US"/>
              </w:rPr>
              <w:t>AOV/</w:t>
            </w:r>
            <w:r w:rsidR="004965F6">
              <w:rPr>
                <w:rFonts w:ascii="Arial" w:hAnsi="Arial" w:cs="Arial"/>
                <w:b/>
                <w:noProof/>
                <w:lang w:val="de-DE" w:eastAsia="en-US"/>
              </w:rPr>
              <w:t>ACP</w:t>
            </w:r>
            <w:r w:rsidR="004965F6" w:rsidRPr="004965F6">
              <w:rPr>
                <w:rFonts w:ascii="Arial" w:hAnsi="Arial" w:cs="Arial"/>
                <w:b/>
                <w:noProof/>
                <w:lang w:val="de-DE" w:eastAsia="en-US"/>
              </w:rPr>
              <w:t xml:space="preserve"> 10</w:t>
            </w:r>
            <w:r w:rsidRPr="004965F6">
              <w:rPr>
                <w:rFonts w:ascii="Arial" w:hAnsi="Arial" w:cs="Arial"/>
                <w:b/>
                <w:noProof/>
                <w:lang w:val="de-DE" w:eastAsia="en-US"/>
              </w:rPr>
              <w:t>/20</w:t>
            </w:r>
            <w:r w:rsidR="004A472B" w:rsidRPr="004965F6">
              <w:rPr>
                <w:rFonts w:ascii="Arial" w:hAnsi="Arial" w:cs="Arial"/>
                <w:b/>
                <w:noProof/>
                <w:lang w:val="de-DE" w:eastAsia="en-US"/>
              </w:rPr>
              <w:t>2</w:t>
            </w:r>
            <w:r w:rsidR="004965F6" w:rsidRPr="004965F6">
              <w:rPr>
                <w:rFonts w:ascii="Arial" w:hAnsi="Arial" w:cs="Arial"/>
                <w:b/>
                <w:noProof/>
                <w:lang w:val="de-DE" w:eastAsia="en-US"/>
              </w:rPr>
              <w:t>2</w:t>
            </w:r>
            <w:r w:rsidRPr="004965F6">
              <w:rPr>
                <w:rFonts w:ascii="Arial" w:hAnsi="Arial" w:cs="Arial"/>
                <w:b/>
                <w:noProof/>
                <w:lang w:val="de-DE" w:eastAsia="en-US"/>
              </w:rPr>
              <w:t xml:space="preserve"> - </w:t>
            </w:r>
            <w:r w:rsidR="004965F6" w:rsidRPr="004965F6">
              <w:rPr>
                <w:rFonts w:ascii="Arial" w:hAnsi="Arial" w:cs="Arial"/>
                <w:b/>
                <w:noProof/>
                <w:lang w:val="de-DE" w:eastAsia="en-US"/>
              </w:rPr>
              <w:t>Dienstleistung zur Lieferung und Verwaltung der telematischen Plattform „Informationssystem öffentliche Verträge“ in SaaS- Modalitäte (E-proc 4)</w:t>
            </w:r>
            <w:r w:rsidR="004965F6" w:rsidRPr="004965F6">
              <w:rPr>
                <w:rFonts w:ascii="Arial" w:hAnsi="Arial" w:cs="Arial"/>
                <w:bCs/>
                <w:noProof/>
                <w:lang w:val="de-DE"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</w:t>
            </w:r>
          </w:p>
          <w:p w14:paraId="44BF17FF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val="de-DE" w:eastAsia="en-US"/>
              </w:rPr>
            </w:pPr>
          </w:p>
          <w:p w14:paraId="72086D45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</w:p>
        </w:tc>
      </w:tr>
      <w:tr w:rsidR="001C07C5" w14:paraId="281B2D63" w14:textId="77777777" w:rsidTr="004407A2">
        <w:tc>
          <w:tcPr>
            <w:tcW w:w="9900" w:type="dxa"/>
            <w:gridSpan w:val="3"/>
          </w:tcPr>
          <w:p w14:paraId="4109E997" w14:textId="04FA48BA" w:rsidR="001C07C5" w:rsidRDefault="001C07C5" w:rsidP="004965F6">
            <w:pPr>
              <w:spacing w:line="360" w:lineRule="auto"/>
              <w:ind w:right="180"/>
              <w:jc w:val="both"/>
              <w:rPr>
                <w:rFonts w:ascii="Arial" w:hAnsi="Arial" w:cs="Arial"/>
                <w:bCs/>
                <w:noProof/>
                <w:lang w:val="de-DE" w:eastAsia="en-US"/>
              </w:rPr>
            </w:pP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Das </w:t>
            </w:r>
            <w:r>
              <w:rPr>
                <w:rFonts w:ascii="Arial" w:hAnsi="Arial" w:cs="Arial"/>
                <w:bCs/>
                <w:noProof/>
                <w:color w:val="FF0000"/>
                <w:lang w:val="de-DE" w:eastAsia="en-US"/>
              </w:rPr>
              <w:t xml:space="preserve">Bankinstitut / Versicherungsunternehmen </w:t>
            </w:r>
            <w:bookmarkStart w:id="0" w:name="Text2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0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mit Rechtsitz in </w:t>
            </w:r>
            <w:bookmarkStart w:id="1" w:name="Text3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1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in der Person seines Vertreters </w:t>
            </w:r>
            <w:bookmarkStart w:id="2" w:name="Text4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2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gemäß Vollmacht </w:t>
            </w:r>
            <w:bookmarkStart w:id="3" w:name="Text5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3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geboren am </w:t>
            </w:r>
            <w:bookmarkStart w:id="4" w:name="Text6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4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in </w:t>
            </w:r>
            <w:bookmarkStart w:id="5" w:name="Text7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5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verpflichtet sich mit gegenwärtigem Schreiben, zur Austellung der endgültigen Kaution für die Vertragserfüllung nach Art. 103 des </w:t>
            </w:r>
            <w:r w:rsidR="008460B1">
              <w:rPr>
                <w:rFonts w:ascii="Arial" w:hAnsi="Arial" w:cs="Arial"/>
                <w:bCs/>
                <w:noProof/>
                <w:lang w:val="de-DE" w:eastAsia="en-US"/>
              </w:rPr>
              <w:t>GvD 50/2016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zur Gewährleistung der Ausführung der vertraglichen Leistungen zu Gunsten </w:t>
            </w:r>
            <w:r w:rsidRPr="004A472B">
              <w:rPr>
                <w:rFonts w:ascii="Arial" w:hAnsi="Arial" w:cs="Arial"/>
                <w:b/>
                <w:noProof/>
                <w:lang w:val="de-DE" w:eastAsia="en-US"/>
              </w:rPr>
              <w:t xml:space="preserve">der </w:t>
            </w:r>
            <w:r w:rsidR="004965F6" w:rsidRPr="004965F6">
              <w:rPr>
                <w:rFonts w:ascii="Arial" w:hAnsi="Arial" w:cs="Arial"/>
                <w:b/>
                <w:noProof/>
                <w:lang w:val="de-DE" w:eastAsia="en-US"/>
              </w:rPr>
              <w:t>Agentur für die Verfahren und die Aufsicht im Bereich öffentliche Bau-, Dienstleistungs- und Lieferaufträge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und gegenüber dem Wirtschaftsteilnehmer 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6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</w:t>
            </w:r>
            <w:r>
              <w:rPr>
                <w:rFonts w:ascii="Arial" w:hAnsi="Arial" w:cs="Arial"/>
                <w:bCs/>
                <w:noProof/>
                <w:color w:val="FF0000"/>
                <w:lang w:val="de-DE" w:eastAsia="en-US"/>
              </w:rPr>
              <w:t xml:space="preserve">der Gruppe von Wirtschaftsteilnehmern, die aus folgenden Subjekten 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color w:val="FF0000"/>
                <w:lang w:val="de-DE" w:eastAsia="en-US"/>
              </w:rPr>
              <w:t xml:space="preserve">mit einem Anteil von jeweils 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color w:val="FF0000"/>
                <w:lang w:val="de-DE" w:eastAsia="en-US"/>
              </w:rPr>
              <w:t xml:space="preserve"> % besteht,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mit Sitz in 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falls dieser </w:t>
            </w:r>
            <w:r>
              <w:rPr>
                <w:rFonts w:ascii="Arial" w:hAnsi="Arial" w:cs="Arial"/>
                <w:bCs/>
                <w:noProof/>
                <w:color w:val="FF0000"/>
                <w:lang w:val="de-DE" w:eastAsia="en-US"/>
              </w:rPr>
              <w:t>diese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Zuschlagsempfänger der Ausschreibung </w:t>
            </w:r>
            <w:r w:rsidR="004965F6" w:rsidRPr="004965F6">
              <w:rPr>
                <w:rFonts w:ascii="Arial" w:hAnsi="Arial" w:cs="Arial"/>
                <w:bCs/>
                <w:noProof/>
                <w:lang w:val="de-DE" w:eastAsia="en-US"/>
              </w:rPr>
              <w:t xml:space="preserve">AOV/ACP 10/2022 - Dienstleistung zur Lieferung und Verwaltung der telematischen Plattform „Informationssystem öffentliche Verträge“ in SaaS- Modalitäte (E-proc 4) 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sein sollte.</w:t>
            </w:r>
          </w:p>
          <w:p w14:paraId="34532816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val="de-DE" w:eastAsia="en-US"/>
              </w:rPr>
            </w:pPr>
          </w:p>
          <w:p w14:paraId="7535B2D9" w14:textId="77777777" w:rsidR="001C07C5" w:rsidRDefault="001C07C5" w:rsidP="004407A2">
            <w:pPr>
              <w:tabs>
                <w:tab w:val="left" w:pos="6225"/>
              </w:tabs>
              <w:spacing w:line="240" w:lineRule="exact"/>
              <w:jc w:val="both"/>
              <w:rPr>
                <w:rFonts w:ascii="Arial" w:hAnsi="Arial" w:cs="Arial"/>
                <w:bCs/>
                <w:noProof/>
                <w:lang w:val="de-DE" w:eastAsia="en-US"/>
              </w:rPr>
            </w:pP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Datum,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ab/>
              <w:t>Unterschrift</w:t>
            </w:r>
          </w:p>
        </w:tc>
      </w:tr>
    </w:tbl>
    <w:p w14:paraId="35A900DD" w14:textId="77777777" w:rsidR="001C07C5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p w14:paraId="2F92E638" w14:textId="77777777" w:rsidR="001C07C5" w:rsidRDefault="001C07C5" w:rsidP="001C07C5">
      <w:pPr>
        <w:pStyle w:val="Intestazione"/>
        <w:rPr>
          <w:rFonts w:ascii="Arial" w:hAnsi="Arial" w:cs="Arial"/>
          <w:b/>
          <w:bCs/>
          <w:sz w:val="18"/>
          <w:szCs w:val="18"/>
        </w:rPr>
      </w:pPr>
    </w:p>
    <w:p w14:paraId="3196B435" w14:textId="77777777" w:rsidR="001C07C5" w:rsidRDefault="001C07C5" w:rsidP="001C07C5">
      <w:pPr>
        <w:pStyle w:val="Intestazione"/>
        <w:rPr>
          <w:rFonts w:ascii="Arial" w:hAnsi="Arial" w:cs="Arial"/>
          <w:b/>
          <w:bCs/>
          <w:sz w:val="18"/>
          <w:szCs w:val="18"/>
        </w:rPr>
        <w:sectPr w:rsidR="001C07C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1134" w:bottom="1134" w:left="1134" w:header="709" w:footer="709" w:gutter="0"/>
          <w:cols w:space="709"/>
        </w:sect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0"/>
      </w:tblGrid>
      <w:tr w:rsidR="004407A2" w14:paraId="45DA1E3D" w14:textId="77777777" w:rsidTr="00910AC6">
        <w:tc>
          <w:tcPr>
            <w:tcW w:w="9900" w:type="dxa"/>
            <w:shd w:val="clear" w:color="auto" w:fill="00FF00"/>
          </w:tcPr>
          <w:p w14:paraId="7D8C2220" w14:textId="77777777" w:rsidR="004407A2" w:rsidRPr="004A472B" w:rsidRDefault="004407A2" w:rsidP="004407A2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exact"/>
              <w:ind w:firstLine="708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4A472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lastRenderedPageBreak/>
              <w:t>OBBLIGATORIO</w:t>
            </w:r>
          </w:p>
          <w:p w14:paraId="040633C5" w14:textId="77777777" w:rsidR="004407A2" w:rsidRPr="004A472B" w:rsidRDefault="004407A2" w:rsidP="004407A2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exact"/>
              <w:ind w:firstLine="7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CFCAFB4" w14:textId="77777777" w:rsidR="004A472B" w:rsidRPr="00A17633" w:rsidRDefault="004A472B" w:rsidP="004A472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2"/>
              </w:tabs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17633">
              <w:rPr>
                <w:rFonts w:ascii="Arial" w:hAnsi="Arial" w:cs="Arial"/>
                <w:b/>
                <w:sz w:val="22"/>
                <w:szCs w:val="22"/>
                <w:u w:val="single"/>
              </w:rPr>
              <w:t>L’obbligo di allegare la dichiarazione di cui all’art. 93, comma 8 d.lgs. 50/2016 non si applica alle microimprese, piccole e medie imprese e ai raggruppamenti temporanei o consorzi ordinari costituiti esclusivamente da microimprese, piccole e medie imprese.</w:t>
            </w:r>
          </w:p>
          <w:p w14:paraId="04ED93DD" w14:textId="77777777" w:rsidR="004407A2" w:rsidRPr="004407A2" w:rsidRDefault="004407A2" w:rsidP="004407A2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94E4859" w14:textId="77777777" w:rsidR="004407A2" w:rsidRPr="004407A2" w:rsidRDefault="004407A2" w:rsidP="004407A2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4407A2">
              <w:rPr>
                <w:rFonts w:ascii="Arial" w:hAnsi="Arial" w:cs="Arial"/>
                <w:b/>
                <w:sz w:val="22"/>
                <w:szCs w:val="22"/>
                <w:u w:val="single"/>
              </w:rPr>
              <w:t>In caso di difformità tra le seguenti clausole e le clausole del disciplinare, si fa presente che prevalgono in ogni caso le clausole relative alla fideiussione contenute nel disciplinare di gara.</w:t>
            </w:r>
          </w:p>
          <w:p w14:paraId="3B3A479D" w14:textId="77777777" w:rsidR="004407A2" w:rsidRDefault="004407A2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</w:tc>
      </w:tr>
    </w:tbl>
    <w:p w14:paraId="5BC6D995" w14:textId="77777777"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p w14:paraId="769617A5" w14:textId="77777777"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p w14:paraId="77161212" w14:textId="77777777" w:rsidR="001C07C5" w:rsidRDefault="001C07C5" w:rsidP="001C07C5">
      <w:pPr>
        <w:spacing w:line="240" w:lineRule="exact"/>
        <w:ind w:right="-4"/>
        <w:jc w:val="center"/>
        <w:rPr>
          <w:rFonts w:ascii="Arial" w:hAnsi="Arial" w:cs="Arial"/>
          <w:color w:val="FF0000"/>
          <w:sz w:val="28"/>
          <w:szCs w:val="28"/>
          <w:lang w:val="de-DE"/>
        </w:rPr>
      </w:pPr>
      <w:r>
        <w:rPr>
          <w:rFonts w:ascii="Arial" w:hAnsi="Arial" w:cs="Arial"/>
          <w:color w:val="FF0000"/>
          <w:sz w:val="28"/>
          <w:szCs w:val="28"/>
          <w:lang w:val="de-DE"/>
        </w:rPr>
        <w:t>carta intestata del richiedente</w:t>
      </w:r>
    </w:p>
    <w:p w14:paraId="24C02391" w14:textId="77777777" w:rsidR="001C07C5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p w14:paraId="7A214238" w14:textId="77777777" w:rsidR="001C07C5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p w14:paraId="68F668A9" w14:textId="77777777" w:rsidR="001C07C5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tbl>
      <w:tblPr>
        <w:tblW w:w="9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67"/>
        <w:gridCol w:w="4797"/>
      </w:tblGrid>
      <w:tr w:rsidR="001C07C5" w14:paraId="76EC0B05" w14:textId="77777777" w:rsidTr="004407A2">
        <w:trPr>
          <w:cantSplit/>
        </w:trPr>
        <w:tc>
          <w:tcPr>
            <w:tcW w:w="4536" w:type="dxa"/>
          </w:tcPr>
          <w:p w14:paraId="501A0139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14:paraId="10ADBBC8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 w:val="restart"/>
          </w:tcPr>
          <w:p w14:paraId="7409937D" w14:textId="77777777" w:rsidR="001C07C5" w:rsidRDefault="001C07C5" w:rsidP="004407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Agenzia per i procedimenti e la vigilanza in materia di contratti pubblici di lavori, servizi e forniture</w:t>
            </w:r>
          </w:p>
          <w:p w14:paraId="013743BA" w14:textId="2FF20133" w:rsidR="001C07C5" w:rsidRDefault="001C07C5" w:rsidP="004407A2">
            <w:pPr>
              <w:rPr>
                <w:rFonts w:ascii="Arial" w:hAnsi="Arial" w:cs="Arial"/>
              </w:rPr>
            </w:pPr>
          </w:p>
          <w:p w14:paraId="402DDE95" w14:textId="77777777" w:rsidR="001C07C5" w:rsidRDefault="001C07C5" w:rsidP="004407A2">
            <w:pPr>
              <w:spacing w:line="240" w:lineRule="exact"/>
              <w:ind w:right="-539"/>
              <w:rPr>
                <w:rFonts w:ascii="Arial" w:hAnsi="Arial" w:cs="Arial"/>
                <w:noProof/>
                <w:lang w:eastAsia="en-US"/>
              </w:rPr>
            </w:pPr>
          </w:p>
          <w:p w14:paraId="3AC0D3D2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noProof/>
                <w:lang w:eastAsia="en-US"/>
              </w:rPr>
            </w:pPr>
            <w:r>
              <w:rPr>
                <w:rFonts w:ascii="Arial" w:hAnsi="Arial" w:cs="Arial"/>
                <w:noProof/>
                <w:lang w:eastAsia="en-US"/>
              </w:rPr>
              <w:t>39100 Bolzano</w:t>
            </w:r>
            <w:r w:rsidRPr="00490A71">
              <w:rPr>
                <w:rFonts w:ascii="Arial" w:hAnsi="Arial" w:cs="Arial"/>
                <w:noProof/>
                <w:lang w:eastAsia="en-US"/>
              </w:rPr>
              <w:t xml:space="preserve"> </w:t>
            </w:r>
          </w:p>
          <w:p w14:paraId="128AEE7E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u w:val="single"/>
                <w:lang w:eastAsia="en-US"/>
              </w:rPr>
            </w:pPr>
          </w:p>
        </w:tc>
      </w:tr>
      <w:tr w:rsidR="001C07C5" w14:paraId="11F421BC" w14:textId="77777777" w:rsidTr="004407A2">
        <w:trPr>
          <w:cantSplit/>
        </w:trPr>
        <w:tc>
          <w:tcPr>
            <w:tcW w:w="4536" w:type="dxa"/>
          </w:tcPr>
          <w:p w14:paraId="586FC84F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14:paraId="53646487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14:paraId="4D71631D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14:paraId="3D39E696" w14:textId="77777777" w:rsidTr="004407A2">
        <w:trPr>
          <w:cantSplit/>
        </w:trPr>
        <w:tc>
          <w:tcPr>
            <w:tcW w:w="4536" w:type="dxa"/>
          </w:tcPr>
          <w:p w14:paraId="5DBEE6BD" w14:textId="77777777" w:rsidR="001C07C5" w:rsidRDefault="00055A14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51F1F991" wp14:editId="4B001760">
                      <wp:simplePos x="0" y="0"/>
                      <wp:positionH relativeFrom="column">
                        <wp:posOffset>-720090</wp:posOffset>
                      </wp:positionH>
                      <wp:positionV relativeFrom="page">
                        <wp:posOffset>3600450</wp:posOffset>
                      </wp:positionV>
                      <wp:extent cx="360045" cy="0"/>
                      <wp:effectExtent l="9525" t="9525" r="11430" b="952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0045" cy="0"/>
                              </a:xfrm>
                              <a:prstGeom prst="line">
                                <a:avLst/>
                              </a:prstGeom>
                              <a:noFill/>
                              <a:ln w="762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25B178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6.7pt,283.5pt" to="-28.3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" o:allowincell="f" strokecolor="gray" strokeweight=".6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67" w:type="dxa"/>
          </w:tcPr>
          <w:p w14:paraId="7FA6B866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14:paraId="39FD15CB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14:paraId="1622C908" w14:textId="77777777" w:rsidTr="004407A2">
        <w:trPr>
          <w:cantSplit/>
        </w:trPr>
        <w:tc>
          <w:tcPr>
            <w:tcW w:w="4536" w:type="dxa"/>
          </w:tcPr>
          <w:p w14:paraId="714FDA29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14:paraId="1F7156A6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14:paraId="5A15EC9A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14:paraId="668F9BAA" w14:textId="77777777" w:rsidTr="004407A2">
        <w:trPr>
          <w:cantSplit/>
        </w:trPr>
        <w:tc>
          <w:tcPr>
            <w:tcW w:w="4536" w:type="dxa"/>
            <w:vMerge w:val="restart"/>
          </w:tcPr>
          <w:p w14:paraId="4F86FFC3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14:paraId="090EBD1A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14:paraId="15793915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14:paraId="264C7588" w14:textId="77777777" w:rsidTr="004407A2">
        <w:trPr>
          <w:cantSplit/>
        </w:trPr>
        <w:tc>
          <w:tcPr>
            <w:tcW w:w="4536" w:type="dxa"/>
            <w:vMerge/>
          </w:tcPr>
          <w:p w14:paraId="2E53BC13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5D62ED48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14:paraId="3735CED4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14:paraId="744B64CF" w14:textId="77777777" w:rsidTr="004407A2">
        <w:trPr>
          <w:cantSplit/>
        </w:trPr>
        <w:tc>
          <w:tcPr>
            <w:tcW w:w="4536" w:type="dxa"/>
            <w:vMerge/>
          </w:tcPr>
          <w:p w14:paraId="5E45A611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14:paraId="3100B4D7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14:paraId="03266DB5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14:paraId="45911AC5" w14:textId="77777777" w:rsidTr="004407A2">
        <w:trPr>
          <w:cantSplit/>
        </w:trPr>
        <w:tc>
          <w:tcPr>
            <w:tcW w:w="4536" w:type="dxa"/>
            <w:vMerge/>
          </w:tcPr>
          <w:p w14:paraId="0B6751EA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14:paraId="15BE3A07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14:paraId="3DC4E4FA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14:paraId="28442EF7" w14:textId="77777777" w:rsidTr="004407A2">
        <w:trPr>
          <w:cantSplit/>
        </w:trPr>
        <w:tc>
          <w:tcPr>
            <w:tcW w:w="4536" w:type="dxa"/>
            <w:vMerge/>
          </w:tcPr>
          <w:p w14:paraId="6ABCCA23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14:paraId="67A380FF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14:paraId="0698A024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14:paraId="4B1BED65" w14:textId="77777777" w:rsidTr="004407A2">
        <w:tc>
          <w:tcPr>
            <w:tcW w:w="4536" w:type="dxa"/>
          </w:tcPr>
          <w:p w14:paraId="5ACA81CF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25E2D85D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</w:tcPr>
          <w:p w14:paraId="0A932C6C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1C07C5" w14:paraId="296E290B" w14:textId="77777777" w:rsidTr="004407A2">
        <w:tc>
          <w:tcPr>
            <w:tcW w:w="4536" w:type="dxa"/>
          </w:tcPr>
          <w:p w14:paraId="096F2472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07D5DA59" w14:textId="77777777"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</w:tcPr>
          <w:p w14:paraId="32262CE6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  <w:p w14:paraId="7D953F9A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  <w:p w14:paraId="61B60528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  <w:p w14:paraId="1EF0C672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  <w:p w14:paraId="15F9C102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1C07C5" w14:paraId="061A396E" w14:textId="77777777" w:rsidTr="004407A2">
        <w:tc>
          <w:tcPr>
            <w:tcW w:w="9900" w:type="dxa"/>
            <w:gridSpan w:val="3"/>
            <w:shd w:val="clear" w:color="auto" w:fill="D9D9D9"/>
          </w:tcPr>
          <w:p w14:paraId="02295122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noProof/>
                <w:vanish/>
                <w:lang w:eastAsia="en-US"/>
              </w:rPr>
            </w:pPr>
            <w:r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Dichiarazione ai sensi del comma </w:t>
            </w:r>
            <w:r w:rsidR="00AE20F4">
              <w:rPr>
                <w:rFonts w:ascii="Arial" w:hAnsi="Arial" w:cs="Arial"/>
                <w:b/>
                <w:bCs/>
                <w:noProof/>
                <w:lang w:eastAsia="en-US"/>
              </w:rPr>
              <w:t>8</w:t>
            </w:r>
            <w:r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 dell’art. 93 del D.Lgs. n. 50/2016</w:t>
            </w:r>
          </w:p>
        </w:tc>
      </w:tr>
      <w:tr w:rsidR="001C07C5" w14:paraId="78BF1571" w14:textId="77777777" w:rsidTr="004407A2">
        <w:tc>
          <w:tcPr>
            <w:tcW w:w="9900" w:type="dxa"/>
            <w:gridSpan w:val="3"/>
          </w:tcPr>
          <w:p w14:paraId="3719EDA8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</w:tc>
      </w:tr>
      <w:tr w:rsidR="001C07C5" w14:paraId="47A0998A" w14:textId="77777777" w:rsidTr="004407A2">
        <w:tc>
          <w:tcPr>
            <w:tcW w:w="9900" w:type="dxa"/>
            <w:gridSpan w:val="3"/>
          </w:tcPr>
          <w:p w14:paraId="55A695A6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  <w:p w14:paraId="72C7D60C" w14:textId="77777777" w:rsidR="001C07C5" w:rsidRPr="004965F6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  <w:r w:rsidRPr="004965F6">
              <w:rPr>
                <w:rFonts w:ascii="Arial" w:hAnsi="Arial" w:cs="Arial"/>
                <w:b/>
                <w:bCs/>
                <w:noProof/>
                <w:lang w:eastAsia="en-US"/>
              </w:rPr>
              <w:t>Gara:</w:t>
            </w:r>
          </w:p>
          <w:p w14:paraId="776B74E8" w14:textId="35A28E77" w:rsidR="001C07C5" w:rsidRPr="004965F6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noProof/>
                <w:lang w:eastAsia="en-US"/>
              </w:rPr>
            </w:pPr>
            <w:r w:rsidRPr="004965F6">
              <w:rPr>
                <w:rFonts w:ascii="Arial" w:hAnsi="Arial" w:cs="Arial"/>
                <w:b/>
                <w:noProof/>
                <w:lang w:eastAsia="en-US"/>
              </w:rPr>
              <w:t>AOV/</w:t>
            </w:r>
            <w:r w:rsidR="004965F6" w:rsidRPr="004965F6">
              <w:rPr>
                <w:rFonts w:ascii="Arial" w:hAnsi="Arial" w:cs="Arial"/>
                <w:b/>
                <w:noProof/>
                <w:lang w:eastAsia="en-US"/>
              </w:rPr>
              <w:t>ACP</w:t>
            </w:r>
            <w:r w:rsidRPr="004965F6">
              <w:rPr>
                <w:rFonts w:ascii="Arial" w:hAnsi="Arial" w:cs="Arial"/>
                <w:b/>
                <w:noProof/>
                <w:lang w:eastAsia="en-US"/>
              </w:rPr>
              <w:t xml:space="preserve"> </w:t>
            </w:r>
            <w:r w:rsidR="004965F6" w:rsidRPr="004965F6">
              <w:rPr>
                <w:rFonts w:ascii="Arial" w:hAnsi="Arial" w:cs="Arial"/>
                <w:b/>
                <w:noProof/>
                <w:lang w:eastAsia="en-US"/>
              </w:rPr>
              <w:t>10/2022</w:t>
            </w:r>
            <w:r w:rsidR="004965F6" w:rsidRPr="004965F6">
              <w:rPr>
                <w:b/>
              </w:rPr>
              <w:t xml:space="preserve"> </w:t>
            </w:r>
            <w:r w:rsidR="004965F6" w:rsidRPr="004965F6">
              <w:rPr>
                <w:rFonts w:ascii="Arial" w:hAnsi="Arial" w:cs="Arial"/>
                <w:b/>
                <w:noProof/>
                <w:lang w:eastAsia="en-US"/>
              </w:rPr>
              <w:t xml:space="preserve">servizio di fornitura e gestione in modalità SaaS della piattaforma telematica “Sistema informativo contratti pubblici” (E-proc 4).  </w:t>
            </w:r>
          </w:p>
          <w:p w14:paraId="7070CD82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  <w:p w14:paraId="3288DD5A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</w:tc>
      </w:tr>
      <w:tr w:rsidR="001C07C5" w14:paraId="471F3078" w14:textId="77777777" w:rsidTr="004407A2">
        <w:tc>
          <w:tcPr>
            <w:tcW w:w="9900" w:type="dxa"/>
            <w:gridSpan w:val="3"/>
          </w:tcPr>
          <w:p w14:paraId="772F26C9" w14:textId="5AB40B69" w:rsidR="001C07C5" w:rsidRDefault="001C07C5" w:rsidP="004407A2">
            <w:pPr>
              <w:spacing w:line="360" w:lineRule="auto"/>
              <w:ind w:right="180"/>
              <w:jc w:val="both"/>
              <w:rPr>
                <w:rFonts w:ascii="Arial" w:hAnsi="Arial" w:cs="Arial"/>
                <w:bCs/>
                <w:noProof/>
                <w:lang w:eastAsia="en-US"/>
              </w:rPr>
            </w:pPr>
            <w:r>
              <w:rPr>
                <w:rFonts w:ascii="Arial" w:hAnsi="Arial" w:cs="Arial"/>
                <w:bCs/>
                <w:noProof/>
                <w:lang w:eastAsia="en-US"/>
              </w:rPr>
              <w:t xml:space="preserve">L’istituto </w:t>
            </w:r>
            <w:r>
              <w:rPr>
                <w:rFonts w:ascii="Arial" w:hAnsi="Arial" w:cs="Arial"/>
                <w:bCs/>
                <w:noProof/>
                <w:color w:val="FF0000"/>
                <w:lang w:eastAsia="en-US"/>
              </w:rPr>
              <w:t>bancario / assicurativo</w:t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bookmarkEnd w:id="7"/>
            <w:r>
              <w:rPr>
                <w:rFonts w:ascii="Arial" w:hAnsi="Arial" w:cs="Arial"/>
                <w:bCs/>
                <w:noProof/>
                <w:lang w:eastAsia="en-US"/>
              </w:rPr>
              <w:t xml:space="preserve"> con sede in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nella persona del suo rappresentante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giusta delega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nato a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e residente in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, con la presente si impegna a rilasciare la cauzione definitiva a norma dell’art. 103 del </w:t>
            </w:r>
            <w:r w:rsidR="000C080E">
              <w:rPr>
                <w:rFonts w:ascii="Arial" w:hAnsi="Arial" w:cs="Arial"/>
                <w:bCs/>
                <w:noProof/>
                <w:lang w:eastAsia="en-US"/>
              </w:rPr>
              <w:t>D. Lgs. 50/2016</w:t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a </w:t>
            </w:r>
            <w:r w:rsidRPr="004A472B">
              <w:rPr>
                <w:rFonts w:ascii="Arial" w:hAnsi="Arial" w:cs="Arial"/>
                <w:b/>
                <w:noProof/>
                <w:lang w:eastAsia="en-US"/>
              </w:rPr>
              <w:t>beneficio</w:t>
            </w:r>
            <w:r w:rsidR="004965F6">
              <w:rPr>
                <w:rFonts w:ascii="Arial" w:hAnsi="Arial" w:cs="Arial"/>
                <w:b/>
                <w:noProof/>
                <w:lang w:eastAsia="en-US"/>
              </w:rPr>
              <w:t xml:space="preserve"> dell’</w:t>
            </w:r>
            <w:r w:rsidRPr="004A472B">
              <w:rPr>
                <w:rFonts w:ascii="Arial" w:hAnsi="Arial" w:cs="Arial"/>
                <w:b/>
                <w:noProof/>
                <w:lang w:eastAsia="en-US"/>
              </w:rPr>
              <w:t xml:space="preserve"> </w:t>
            </w:r>
            <w:r w:rsidR="004965F6" w:rsidRPr="004965F6">
              <w:rPr>
                <w:rFonts w:ascii="Arial" w:hAnsi="Arial" w:cs="Arial"/>
                <w:b/>
              </w:rPr>
              <w:t>Agenzia per i procedimenti e la vigilanza in materia di contratti pubblici di lavori, servizi e forniture</w:t>
            </w:r>
            <w:r w:rsidR="004965F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nei confronti dell’operatore economico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color w:val="FF0000"/>
                <w:lang w:eastAsia="en-US"/>
              </w:rPr>
              <w:t xml:space="preserve">del gruppo di operatori economici composto dai seguenti soggetti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,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color w:val="FF0000"/>
                <w:lang w:eastAsia="en-US"/>
              </w:rPr>
              <w:t xml:space="preserve">con le rispettive quote parte in %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, con sede in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, qualora questa risulti aggiudicatario della gara </w:t>
            </w:r>
            <w:r w:rsidR="004965F6" w:rsidRPr="004965F6">
              <w:rPr>
                <w:rFonts w:ascii="Arial" w:hAnsi="Arial" w:cs="Arial"/>
                <w:bCs/>
                <w:noProof/>
                <w:lang w:eastAsia="en-US"/>
              </w:rPr>
              <w:t>AOV/ACP 10/2022 servizio di fornitura e gestione in modalità SaaS della piattaforma telematica “Sistema informativo contratti pubblici” (E-proc 4)</w:t>
            </w:r>
            <w:r>
              <w:rPr>
                <w:rFonts w:ascii="Arial" w:hAnsi="Arial" w:cs="Arial"/>
                <w:bCs/>
                <w:noProof/>
                <w:lang w:eastAsia="en-US"/>
              </w:rPr>
              <w:t>, a garanzia dell’esecuzione delle prestazioni contrattuali.</w:t>
            </w:r>
          </w:p>
          <w:p w14:paraId="66EFDD2F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eastAsia="en-US"/>
              </w:rPr>
            </w:pPr>
          </w:p>
          <w:p w14:paraId="1B055122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eastAsia="en-US"/>
              </w:rPr>
            </w:pPr>
          </w:p>
          <w:p w14:paraId="36063EE6" w14:textId="77777777"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eastAsia="en-US"/>
              </w:rPr>
            </w:pPr>
          </w:p>
          <w:p w14:paraId="28A7C437" w14:textId="77777777" w:rsidR="001C07C5" w:rsidRDefault="001C07C5" w:rsidP="004407A2">
            <w:pPr>
              <w:tabs>
                <w:tab w:val="left" w:pos="6225"/>
              </w:tabs>
              <w:spacing w:line="240" w:lineRule="exact"/>
              <w:jc w:val="both"/>
              <w:rPr>
                <w:rFonts w:ascii="Arial" w:hAnsi="Arial" w:cs="Arial"/>
                <w:bCs/>
                <w:noProof/>
                <w:lang w:eastAsia="en-US"/>
              </w:rPr>
            </w:pPr>
            <w:r>
              <w:rPr>
                <w:rFonts w:ascii="Arial" w:hAnsi="Arial" w:cs="Arial"/>
                <w:bCs/>
                <w:noProof/>
                <w:lang w:eastAsia="en-US"/>
              </w:rPr>
              <w:t>Data</w:t>
            </w:r>
            <w:r>
              <w:rPr>
                <w:rFonts w:ascii="Arial" w:hAnsi="Arial" w:cs="Arial"/>
                <w:bCs/>
                <w:noProof/>
                <w:lang w:eastAsia="en-US"/>
              </w:rPr>
              <w:tab/>
              <w:t>Firma</w:t>
            </w:r>
          </w:p>
        </w:tc>
      </w:tr>
    </w:tbl>
    <w:p w14:paraId="1293582B" w14:textId="77777777"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p w14:paraId="39AA24AA" w14:textId="77777777" w:rsidR="007C61C4" w:rsidRDefault="007C61C4"/>
    <w:sectPr w:rsidR="007C61C4">
      <w:headerReference w:type="default" r:id="rId13"/>
      <w:pgSz w:w="11906" w:h="16838"/>
      <w:pgMar w:top="1276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00DE7" w14:textId="77777777" w:rsidR="00055A14" w:rsidRDefault="00055A14">
      <w:r>
        <w:separator/>
      </w:r>
    </w:p>
  </w:endnote>
  <w:endnote w:type="continuationSeparator" w:id="0">
    <w:p w14:paraId="283787E1" w14:textId="77777777" w:rsidR="00055A14" w:rsidRDefault="00055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0B4C9" w14:textId="77777777" w:rsidR="004965F6" w:rsidRDefault="004965F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27B07" w14:textId="77777777" w:rsidR="004965F6" w:rsidRDefault="004965F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88E11" w14:textId="77777777" w:rsidR="004965F6" w:rsidRDefault="004965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DA6B3" w14:textId="77777777" w:rsidR="00055A14" w:rsidRDefault="00055A14">
      <w:r>
        <w:separator/>
      </w:r>
    </w:p>
  </w:footnote>
  <w:footnote w:type="continuationSeparator" w:id="0">
    <w:p w14:paraId="3E8E80B1" w14:textId="77777777" w:rsidR="00055A14" w:rsidRDefault="00055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FD276" w14:textId="77777777" w:rsidR="004965F6" w:rsidRDefault="004965F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51A52" w14:textId="77777777" w:rsidR="004965F6" w:rsidRDefault="004965F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DC361" w14:textId="77777777" w:rsidR="004965F6" w:rsidRDefault="004965F6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86E49" w14:textId="77777777" w:rsidR="00B664D8" w:rsidRDefault="00B664D8">
    <w:pPr>
      <w:pStyle w:val="Intestazione"/>
      <w:rPr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546CF6"/>
    <w:multiLevelType w:val="hybridMultilevel"/>
    <w:tmpl w:val="1A78AD60"/>
    <w:lvl w:ilvl="0" w:tplc="651E86A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EAB3194"/>
    <w:multiLevelType w:val="hybridMultilevel"/>
    <w:tmpl w:val="E15AC856"/>
    <w:lvl w:ilvl="0" w:tplc="07EAF1E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A14"/>
    <w:rsid w:val="00055A14"/>
    <w:rsid w:val="000C080E"/>
    <w:rsid w:val="00191CCF"/>
    <w:rsid w:val="001C07C5"/>
    <w:rsid w:val="002F3E81"/>
    <w:rsid w:val="003948E5"/>
    <w:rsid w:val="003A14E7"/>
    <w:rsid w:val="003D1941"/>
    <w:rsid w:val="003D62AC"/>
    <w:rsid w:val="004407A2"/>
    <w:rsid w:val="00490A71"/>
    <w:rsid w:val="004965F6"/>
    <w:rsid w:val="004A472B"/>
    <w:rsid w:val="00755644"/>
    <w:rsid w:val="007C2FEF"/>
    <w:rsid w:val="007C61C4"/>
    <w:rsid w:val="007F38EB"/>
    <w:rsid w:val="008460B1"/>
    <w:rsid w:val="00880BCA"/>
    <w:rsid w:val="008B191F"/>
    <w:rsid w:val="008C39F7"/>
    <w:rsid w:val="0090569E"/>
    <w:rsid w:val="00910AC6"/>
    <w:rsid w:val="00AC3085"/>
    <w:rsid w:val="00AE20F4"/>
    <w:rsid w:val="00B664D8"/>
    <w:rsid w:val="00D24E98"/>
    <w:rsid w:val="00D25FA1"/>
    <w:rsid w:val="00ED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4BDA28"/>
  <w15:chartTrackingRefBased/>
  <w15:docId w15:val="{D1DB9979-B871-4194-B3A6-862A0C3F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C07C5"/>
    <w:pPr>
      <w:autoSpaceDE w:val="0"/>
      <w:autoSpaceDN w:val="0"/>
      <w:adjustRightInd w:val="0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C07C5"/>
    <w:pPr>
      <w:tabs>
        <w:tab w:val="center" w:pos="4819"/>
        <w:tab w:val="right" w:pos="9638"/>
      </w:tabs>
      <w:autoSpaceDE/>
      <w:autoSpaceDN/>
      <w:adjustRightInd/>
    </w:pPr>
    <w:rPr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locked/>
    <w:rsid w:val="001C07C5"/>
    <w:rPr>
      <w:sz w:val="24"/>
      <w:szCs w:val="24"/>
      <w:lang w:val="it-IT" w:eastAsia="it-IT" w:bidi="ar-SA"/>
    </w:rPr>
  </w:style>
  <w:style w:type="paragraph" w:customStyle="1" w:styleId="provvr01">
    <w:name w:val="provv_r01"/>
    <w:basedOn w:val="Normale"/>
    <w:rsid w:val="001C07C5"/>
    <w:pPr>
      <w:autoSpaceDE/>
      <w:autoSpaceDN/>
      <w:adjustRightInd/>
      <w:spacing w:before="100" w:beforeAutospacing="1" w:after="100" w:afterAutospacing="1"/>
      <w:jc w:val="both"/>
    </w:pPr>
    <w:rPr>
      <w:rFonts w:ascii="Verdana" w:hAnsi="Verdana" w:cs="Verdana"/>
      <w:sz w:val="24"/>
      <w:szCs w:val="24"/>
      <w:lang w:eastAsia="it-IT"/>
    </w:rPr>
  </w:style>
  <w:style w:type="paragraph" w:customStyle="1" w:styleId="CarattereCarattere2">
    <w:name w:val="Carattere Carattere2"/>
    <w:basedOn w:val="Normale"/>
    <w:rsid w:val="002F3E81"/>
    <w:pPr>
      <w:autoSpaceDE/>
      <w:autoSpaceDN/>
      <w:adjustRightInd/>
      <w:spacing w:after="160" w:line="240" w:lineRule="exact"/>
    </w:pPr>
    <w:rPr>
      <w:rFonts w:ascii="Tahoma" w:hAnsi="Tahoma" w:cs="Tahoma"/>
      <w:lang w:val="en-US" w:eastAsia="en-US"/>
    </w:rPr>
  </w:style>
  <w:style w:type="paragraph" w:styleId="Testofumetto">
    <w:name w:val="Balloon Text"/>
    <w:basedOn w:val="Normale"/>
    <w:link w:val="TestofumettoCarattere"/>
    <w:semiHidden/>
    <w:unhideWhenUsed/>
    <w:rsid w:val="004965F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965F6"/>
    <w:rPr>
      <w:rFonts w:ascii="Segoe UI" w:hAnsi="Segoe UI" w:cs="Segoe UI"/>
      <w:sz w:val="18"/>
      <w:szCs w:val="18"/>
      <w:lang w:val="it-IT"/>
    </w:rPr>
  </w:style>
  <w:style w:type="paragraph" w:styleId="Pidipagina">
    <w:name w:val="footer"/>
    <w:basedOn w:val="Normale"/>
    <w:link w:val="PidipaginaCarattere"/>
    <w:rsid w:val="004965F6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rsid w:val="004965F6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239DDDEB69314FA269387C49596A5B" ma:contentTypeVersion="" ma:contentTypeDescription="Create a new document." ma:contentTypeScope="" ma:versionID="331183e0b8d9e08a438c3f6392f33928">
  <xsd:schema xmlns:xsd="http://www.w3.org/2001/XMLSchema" xmlns:xs="http://www.w3.org/2001/XMLSchema" xmlns:p="http://schemas.microsoft.com/office/2006/metadata/properties" xmlns:ns2="aef55a8e-60ae-4245-ac96-6cd7e1d9c8aa" xmlns:ns3="07436395-1c83-48b4-9090-ea4729006319" targetNamespace="http://schemas.microsoft.com/office/2006/metadata/properties" ma:root="true" ma:fieldsID="332e9061a36b893addb2bde11c92f57f" ns2:_="" ns3:_="">
    <xsd:import namespace="aef55a8e-60ae-4245-ac96-6cd7e1d9c8aa"/>
    <xsd:import namespace="07436395-1c83-48b4-9090-ea47290063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Erledig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f55a8e-60ae-4245-ac96-6cd7e1d9c8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Erledigt" ma:index="16" nillable="true" ma:displayName="Formatiert" ma:default="0" ma:description="Formatierung durchgeführt" ma:format="Dropdown" ma:internalName="Erledig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36395-1c83-48b4-9090-ea47290063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ledigt xmlns="aef55a8e-60ae-4245-ac96-6cd7e1d9c8aa">false</Erledigt>
  </documentManagement>
</p:properties>
</file>

<file path=customXml/itemProps1.xml><?xml version="1.0" encoding="utf-8"?>
<ds:datastoreItem xmlns:ds="http://schemas.openxmlformats.org/officeDocument/2006/customXml" ds:itemID="{CF1ACF73-2FB8-45A6-B335-4714840D7775}"/>
</file>

<file path=customXml/itemProps2.xml><?xml version="1.0" encoding="utf-8"?>
<ds:datastoreItem xmlns:ds="http://schemas.openxmlformats.org/officeDocument/2006/customXml" ds:itemID="{8302A4F7-F81C-4AFB-A71E-E23658542F2D}"/>
</file>

<file path=customXml/itemProps3.xml><?xml version="1.0" encoding="utf-8"?>
<ds:datastoreItem xmlns:ds="http://schemas.openxmlformats.org/officeDocument/2006/customXml" ds:itemID="{2A2CA792-E945-40DC-84CC-F6F7CA99E7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3462</Characters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OBLIGATORISCH </vt:lpstr>
    </vt:vector>
  </TitlesOfParts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2018-05-24T07:38:00Z</dcterms:created>
  <dcterms:modified xsi:type="dcterms:W3CDTF">2022-04-13T12:05:00Z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0x010100EE239DDDEB69314FA269387C49596A5B</vt:lpwstr>
  </property>
</Properties>
</file>